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975B2">
        <w:rPr>
          <w:rFonts w:ascii="Arial" w:hAnsi="Arial" w:cs="Arial"/>
          <w:b/>
          <w:caps/>
          <w:sz w:val="28"/>
          <w:szCs w:val="28"/>
        </w:rPr>
        <w:t>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27251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E975B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5C0E" w:rsidRPr="00AE5C0E">
              <w:rPr>
                <w:rFonts w:ascii="Arial" w:hAnsi="Arial" w:cs="Arial"/>
                <w:sz w:val="20"/>
                <w:szCs w:val="20"/>
              </w:rPr>
              <w:t xml:space="preserve">EDP, </w:t>
            </w:r>
            <w:r w:rsidR="00133C55">
              <w:rPr>
                <w:rFonts w:ascii="Arial" w:hAnsi="Arial" w:cs="Arial"/>
                <w:sz w:val="20"/>
                <w:szCs w:val="20"/>
              </w:rPr>
              <w:t xml:space="preserve">solicitando a </w:t>
            </w:r>
            <w:r w:rsidR="00E975B2">
              <w:rPr>
                <w:rFonts w:ascii="Arial" w:hAnsi="Arial" w:cs="Arial"/>
                <w:sz w:val="20"/>
                <w:szCs w:val="20"/>
              </w:rPr>
              <w:t>colocação de braços e luminárias em postes existentes na estrada do Bairro Poço</w:t>
            </w:r>
            <w:r w:rsidR="00D35C2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975B2">
              <w:rPr>
                <w:rFonts w:ascii="Arial" w:hAnsi="Arial" w:cs="Arial"/>
                <w:sz w:val="20"/>
                <w:szCs w:val="20"/>
              </w:rPr>
              <w:t xml:space="preserve">situada </w:t>
            </w:r>
            <w:r w:rsidR="00D35C2F">
              <w:rPr>
                <w:rFonts w:ascii="Arial" w:hAnsi="Arial" w:cs="Arial"/>
                <w:sz w:val="20"/>
                <w:szCs w:val="20"/>
              </w:rPr>
              <w:t>no Parque Meia Lua</w:t>
            </w:r>
            <w:r w:rsidR="00F27251">
              <w:rPr>
                <w:rFonts w:ascii="Arial" w:hAnsi="Arial" w:cs="Arial"/>
                <w:sz w:val="20"/>
                <w:szCs w:val="20"/>
              </w:rPr>
              <w:t>, neste Município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19C4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AE5C0E" w:rsidRPr="00AE5C0E">
        <w:rPr>
          <w:rFonts w:ascii="Arial" w:hAnsi="Arial" w:cs="Arial"/>
        </w:rPr>
        <w:t xml:space="preserve">EDP solicitando </w:t>
      </w:r>
      <w:r w:rsidR="002D6CDF" w:rsidRPr="002D6CDF">
        <w:rPr>
          <w:rFonts w:ascii="Arial" w:hAnsi="Arial" w:cs="Arial"/>
        </w:rPr>
        <w:t xml:space="preserve">a </w:t>
      </w:r>
      <w:r w:rsidR="001F5349" w:rsidRPr="001F5349">
        <w:rPr>
          <w:rFonts w:ascii="Arial" w:hAnsi="Arial" w:cs="Arial"/>
        </w:rPr>
        <w:t xml:space="preserve">colocação de braços e luminárias em postes existentes na estrada do Bairro Poço, situada </w:t>
      </w:r>
      <w:r w:rsidR="002D6CDF" w:rsidRPr="002D6CDF">
        <w:rPr>
          <w:rFonts w:ascii="Arial" w:hAnsi="Arial" w:cs="Arial"/>
        </w:rPr>
        <w:t>no Parque Meia Lua</w:t>
      </w:r>
      <w:r w:rsidR="00C5262F" w:rsidRPr="00C5262F">
        <w:rPr>
          <w:rFonts w:ascii="Arial" w:hAnsi="Arial" w:cs="Arial"/>
        </w:rPr>
        <w:t>, neste Município</w:t>
      </w:r>
      <w:r>
        <w:rPr>
          <w:rFonts w:ascii="Arial" w:hAnsi="Arial" w:cs="Arial"/>
        </w:rPr>
        <w:t>.</w:t>
      </w:r>
    </w:p>
    <w:p w:rsidR="00DC7799" w:rsidRDefault="002275B3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C040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DC0406">
        <w:rPr>
          <w:rFonts w:ascii="Arial" w:hAnsi="Arial" w:cs="Arial"/>
        </w:rPr>
        <w:t xml:space="preserve">moradores reclamam </w:t>
      </w:r>
      <w:r w:rsidR="00E07DD8">
        <w:rPr>
          <w:rFonts w:ascii="Arial" w:hAnsi="Arial" w:cs="Arial"/>
        </w:rPr>
        <w:t xml:space="preserve">que </w:t>
      </w:r>
      <w:r w:rsidR="00A156D2">
        <w:rPr>
          <w:rFonts w:ascii="Arial" w:hAnsi="Arial" w:cs="Arial"/>
        </w:rPr>
        <w:t xml:space="preserve">os </w:t>
      </w:r>
      <w:r w:rsidR="00E07DD8">
        <w:rPr>
          <w:rFonts w:ascii="Arial" w:hAnsi="Arial" w:cs="Arial"/>
        </w:rPr>
        <w:t xml:space="preserve">postes </w:t>
      </w:r>
      <w:r w:rsidR="00A156D2">
        <w:rPr>
          <w:rFonts w:ascii="Arial" w:hAnsi="Arial" w:cs="Arial"/>
        </w:rPr>
        <w:t xml:space="preserve">existentes </w:t>
      </w:r>
      <w:r w:rsidR="00E07DD8">
        <w:rPr>
          <w:rFonts w:ascii="Arial" w:hAnsi="Arial" w:cs="Arial"/>
        </w:rPr>
        <w:t>na referida estrada</w:t>
      </w:r>
      <w:r w:rsidR="00A156D2">
        <w:rPr>
          <w:rFonts w:ascii="Arial" w:hAnsi="Arial" w:cs="Arial"/>
        </w:rPr>
        <w:t xml:space="preserve"> não possuem </w:t>
      </w:r>
      <w:bookmarkStart w:id="0" w:name="_GoBack"/>
      <w:bookmarkEnd w:id="0"/>
      <w:r w:rsidR="00E07DD8">
        <w:rPr>
          <w:rFonts w:ascii="Arial" w:hAnsi="Arial" w:cs="Arial"/>
        </w:rPr>
        <w:t>luminárias</w:t>
      </w:r>
      <w:r w:rsidR="00D64FCC">
        <w:rPr>
          <w:rFonts w:ascii="Arial" w:hAnsi="Arial" w:cs="Arial"/>
        </w:rPr>
        <w:t>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9519C4">
        <w:rPr>
          <w:rFonts w:ascii="Arial" w:hAnsi="Arial" w:cs="Arial"/>
        </w:rPr>
        <w:t>EDP 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D32C2">
        <w:rPr>
          <w:rFonts w:ascii="Arial" w:hAnsi="Arial" w:cs="Arial"/>
        </w:rPr>
        <w:t>2</w:t>
      </w:r>
      <w:r w:rsidR="00EF4DBC">
        <w:rPr>
          <w:rFonts w:ascii="Arial" w:hAnsi="Arial" w:cs="Arial"/>
        </w:rPr>
        <w:t>8</w:t>
      </w:r>
      <w:r w:rsidR="00EF4929">
        <w:rPr>
          <w:rFonts w:ascii="Arial" w:hAnsi="Arial" w:cs="Arial"/>
        </w:rPr>
        <w:t xml:space="preserve"> de </w:t>
      </w:r>
      <w:r w:rsidR="00EF4DBC">
        <w:rPr>
          <w:rFonts w:ascii="Arial" w:hAnsi="Arial" w:cs="Arial"/>
        </w:rPr>
        <w:t>março</w:t>
      </w:r>
      <w:r w:rsidR="00AF2143">
        <w:rPr>
          <w:rFonts w:ascii="Arial" w:hAnsi="Arial" w:cs="Arial"/>
        </w:rPr>
        <w:t xml:space="preserve"> </w:t>
      </w:r>
      <w:r w:rsidR="00C5262F">
        <w:rPr>
          <w:rFonts w:ascii="Arial" w:hAnsi="Arial" w:cs="Arial"/>
        </w:rPr>
        <w:t>de 2018</w:t>
      </w:r>
      <w:r w:rsidR="00EF4929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446" w:rsidRPr="00FD176E" w:rsidRDefault="00CD7446" w:rsidP="00CD7446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CD7446" w:rsidRPr="00FD176E" w:rsidRDefault="00CD7446" w:rsidP="00CD744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B56DBA" w:rsidRDefault="00CD7446" w:rsidP="00C5262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B56DB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4C5" w:rsidRDefault="009374C5">
      <w:r>
        <w:separator/>
      </w:r>
    </w:p>
  </w:endnote>
  <w:endnote w:type="continuationSeparator" w:id="0">
    <w:p w:rsidR="009374C5" w:rsidRDefault="00937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4C5" w:rsidRDefault="009374C5">
      <w:r>
        <w:separator/>
      </w:r>
    </w:p>
  </w:footnote>
  <w:footnote w:type="continuationSeparator" w:id="0">
    <w:p w:rsidR="009374C5" w:rsidRDefault="00937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16CA">
      <w:rPr>
        <w:rFonts w:ascii="Arial" w:hAnsi="Arial" w:cs="Arial"/>
        <w:b/>
        <w:sz w:val="20"/>
        <w:szCs w:val="20"/>
        <w:u w:val="single"/>
      </w:rPr>
      <w:t>4</w:t>
    </w:r>
    <w:r w:rsidR="00B56DBA">
      <w:rPr>
        <w:rFonts w:ascii="Arial" w:hAnsi="Arial" w:cs="Arial"/>
        <w:b/>
        <w:sz w:val="20"/>
        <w:szCs w:val="20"/>
        <w:u w:val="single"/>
      </w:rPr>
      <w:t>72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Valmir do Parque Meia Lua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26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26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E3D"/>
    <w:rsid w:val="00012789"/>
    <w:rsid w:val="00014246"/>
    <w:rsid w:val="00024FD3"/>
    <w:rsid w:val="00030161"/>
    <w:rsid w:val="00037ED5"/>
    <w:rsid w:val="00056288"/>
    <w:rsid w:val="00066826"/>
    <w:rsid w:val="00086566"/>
    <w:rsid w:val="00094490"/>
    <w:rsid w:val="000958D5"/>
    <w:rsid w:val="00097C82"/>
    <w:rsid w:val="00097CAE"/>
    <w:rsid w:val="000A7B2D"/>
    <w:rsid w:val="000F597F"/>
    <w:rsid w:val="000F6251"/>
    <w:rsid w:val="00106F15"/>
    <w:rsid w:val="001240F9"/>
    <w:rsid w:val="001339A2"/>
    <w:rsid w:val="00133C55"/>
    <w:rsid w:val="00143705"/>
    <w:rsid w:val="001442BA"/>
    <w:rsid w:val="0014591F"/>
    <w:rsid w:val="00150EE2"/>
    <w:rsid w:val="001549C2"/>
    <w:rsid w:val="00172E81"/>
    <w:rsid w:val="00181CD2"/>
    <w:rsid w:val="00193505"/>
    <w:rsid w:val="001A09F2"/>
    <w:rsid w:val="001A4657"/>
    <w:rsid w:val="001B0773"/>
    <w:rsid w:val="001B6B76"/>
    <w:rsid w:val="001E35E5"/>
    <w:rsid w:val="001F134B"/>
    <w:rsid w:val="001F13C3"/>
    <w:rsid w:val="001F2E1E"/>
    <w:rsid w:val="001F5349"/>
    <w:rsid w:val="00204ED7"/>
    <w:rsid w:val="00206384"/>
    <w:rsid w:val="00211EA5"/>
    <w:rsid w:val="00215725"/>
    <w:rsid w:val="002275B3"/>
    <w:rsid w:val="00230509"/>
    <w:rsid w:val="00230859"/>
    <w:rsid w:val="002329A6"/>
    <w:rsid w:val="00234274"/>
    <w:rsid w:val="0024213E"/>
    <w:rsid w:val="00244E01"/>
    <w:rsid w:val="00253C82"/>
    <w:rsid w:val="00265002"/>
    <w:rsid w:val="0027270E"/>
    <w:rsid w:val="00294650"/>
    <w:rsid w:val="002949FF"/>
    <w:rsid w:val="002A4681"/>
    <w:rsid w:val="002A7434"/>
    <w:rsid w:val="002B6802"/>
    <w:rsid w:val="002C4B2B"/>
    <w:rsid w:val="002C5C70"/>
    <w:rsid w:val="002D3D9E"/>
    <w:rsid w:val="002D5204"/>
    <w:rsid w:val="002D6CDF"/>
    <w:rsid w:val="002F02DB"/>
    <w:rsid w:val="0030168E"/>
    <w:rsid w:val="003025F0"/>
    <w:rsid w:val="00317C1A"/>
    <w:rsid w:val="00323F0F"/>
    <w:rsid w:val="00327EE0"/>
    <w:rsid w:val="00336B69"/>
    <w:rsid w:val="00343A76"/>
    <w:rsid w:val="00347D5E"/>
    <w:rsid w:val="003741A7"/>
    <w:rsid w:val="00381797"/>
    <w:rsid w:val="003848C4"/>
    <w:rsid w:val="00396DE4"/>
    <w:rsid w:val="00397FF3"/>
    <w:rsid w:val="003A77BE"/>
    <w:rsid w:val="003B5E00"/>
    <w:rsid w:val="003B79F6"/>
    <w:rsid w:val="003C16CA"/>
    <w:rsid w:val="003C6115"/>
    <w:rsid w:val="003E188F"/>
    <w:rsid w:val="003F02AF"/>
    <w:rsid w:val="003F47EC"/>
    <w:rsid w:val="003F7497"/>
    <w:rsid w:val="0040001B"/>
    <w:rsid w:val="0041219A"/>
    <w:rsid w:val="00412795"/>
    <w:rsid w:val="0041676E"/>
    <w:rsid w:val="00417F47"/>
    <w:rsid w:val="00425C3B"/>
    <w:rsid w:val="00435F36"/>
    <w:rsid w:val="00436A11"/>
    <w:rsid w:val="00445771"/>
    <w:rsid w:val="004752A2"/>
    <w:rsid w:val="00477736"/>
    <w:rsid w:val="00486026"/>
    <w:rsid w:val="0048651F"/>
    <w:rsid w:val="004879C9"/>
    <w:rsid w:val="00487D64"/>
    <w:rsid w:val="00493115"/>
    <w:rsid w:val="00493323"/>
    <w:rsid w:val="004A1B20"/>
    <w:rsid w:val="004B7A86"/>
    <w:rsid w:val="004C2C30"/>
    <w:rsid w:val="004C6C78"/>
    <w:rsid w:val="004D2266"/>
    <w:rsid w:val="004E06ED"/>
    <w:rsid w:val="004E46DA"/>
    <w:rsid w:val="004F39E9"/>
    <w:rsid w:val="004F690D"/>
    <w:rsid w:val="004F6A11"/>
    <w:rsid w:val="00500C96"/>
    <w:rsid w:val="00505357"/>
    <w:rsid w:val="00505FD8"/>
    <w:rsid w:val="0050779A"/>
    <w:rsid w:val="00507EA0"/>
    <w:rsid w:val="005163E7"/>
    <w:rsid w:val="00524669"/>
    <w:rsid w:val="00533862"/>
    <w:rsid w:val="00534A3F"/>
    <w:rsid w:val="00535038"/>
    <w:rsid w:val="00557076"/>
    <w:rsid w:val="00564368"/>
    <w:rsid w:val="0057730F"/>
    <w:rsid w:val="0058109A"/>
    <w:rsid w:val="00584E48"/>
    <w:rsid w:val="005854B1"/>
    <w:rsid w:val="005868AE"/>
    <w:rsid w:val="005A01D0"/>
    <w:rsid w:val="005A03FA"/>
    <w:rsid w:val="005B3D21"/>
    <w:rsid w:val="005C28F0"/>
    <w:rsid w:val="005C3938"/>
    <w:rsid w:val="005D702D"/>
    <w:rsid w:val="005E138D"/>
    <w:rsid w:val="005F19C3"/>
    <w:rsid w:val="005F3C30"/>
    <w:rsid w:val="006146F4"/>
    <w:rsid w:val="00623FE8"/>
    <w:rsid w:val="00624472"/>
    <w:rsid w:val="006426AE"/>
    <w:rsid w:val="006673B9"/>
    <w:rsid w:val="006702D3"/>
    <w:rsid w:val="00674F7D"/>
    <w:rsid w:val="00681021"/>
    <w:rsid w:val="00682E6E"/>
    <w:rsid w:val="00691CF5"/>
    <w:rsid w:val="0069312F"/>
    <w:rsid w:val="00693701"/>
    <w:rsid w:val="0069674A"/>
    <w:rsid w:val="00697C1F"/>
    <w:rsid w:val="006A370D"/>
    <w:rsid w:val="006B0B8E"/>
    <w:rsid w:val="006C59BC"/>
    <w:rsid w:val="006D1866"/>
    <w:rsid w:val="006D32C2"/>
    <w:rsid w:val="006D6F7D"/>
    <w:rsid w:val="006E6D11"/>
    <w:rsid w:val="006E7E66"/>
    <w:rsid w:val="006F4E64"/>
    <w:rsid w:val="006F7B0A"/>
    <w:rsid w:val="00702821"/>
    <w:rsid w:val="00712F89"/>
    <w:rsid w:val="00715F74"/>
    <w:rsid w:val="00725E66"/>
    <w:rsid w:val="00727CDB"/>
    <w:rsid w:val="00731AE3"/>
    <w:rsid w:val="0073407F"/>
    <w:rsid w:val="00736851"/>
    <w:rsid w:val="007517D9"/>
    <w:rsid w:val="00775A1B"/>
    <w:rsid w:val="007838DC"/>
    <w:rsid w:val="00790911"/>
    <w:rsid w:val="007B4DCE"/>
    <w:rsid w:val="007B518E"/>
    <w:rsid w:val="007D16EB"/>
    <w:rsid w:val="007D39FD"/>
    <w:rsid w:val="007E26F7"/>
    <w:rsid w:val="007E3F69"/>
    <w:rsid w:val="007F5AD5"/>
    <w:rsid w:val="007F75CA"/>
    <w:rsid w:val="0080197E"/>
    <w:rsid w:val="00811E83"/>
    <w:rsid w:val="00817E3B"/>
    <w:rsid w:val="00820C13"/>
    <w:rsid w:val="00833E7C"/>
    <w:rsid w:val="00841C5D"/>
    <w:rsid w:val="00842D6C"/>
    <w:rsid w:val="008430AE"/>
    <w:rsid w:val="0084321A"/>
    <w:rsid w:val="00845ABE"/>
    <w:rsid w:val="008474F2"/>
    <w:rsid w:val="00853019"/>
    <w:rsid w:val="00853E04"/>
    <w:rsid w:val="00862955"/>
    <w:rsid w:val="00870972"/>
    <w:rsid w:val="00877E50"/>
    <w:rsid w:val="008811CD"/>
    <w:rsid w:val="00883B7B"/>
    <w:rsid w:val="0088636C"/>
    <w:rsid w:val="008909A4"/>
    <w:rsid w:val="00894CA7"/>
    <w:rsid w:val="008A0EB2"/>
    <w:rsid w:val="008A7807"/>
    <w:rsid w:val="008C33AB"/>
    <w:rsid w:val="008D08A1"/>
    <w:rsid w:val="008E27A4"/>
    <w:rsid w:val="00900D1D"/>
    <w:rsid w:val="009171AF"/>
    <w:rsid w:val="00920123"/>
    <w:rsid w:val="00922964"/>
    <w:rsid w:val="00931EDF"/>
    <w:rsid w:val="009325A3"/>
    <w:rsid w:val="00932709"/>
    <w:rsid w:val="00936348"/>
    <w:rsid w:val="009374C5"/>
    <w:rsid w:val="009519C4"/>
    <w:rsid w:val="0095614A"/>
    <w:rsid w:val="009768E6"/>
    <w:rsid w:val="0098211D"/>
    <w:rsid w:val="009A2ABD"/>
    <w:rsid w:val="009A58EC"/>
    <w:rsid w:val="009B207E"/>
    <w:rsid w:val="009B32F8"/>
    <w:rsid w:val="009D0F6E"/>
    <w:rsid w:val="009D50D4"/>
    <w:rsid w:val="009D512F"/>
    <w:rsid w:val="009E1F05"/>
    <w:rsid w:val="009E42A2"/>
    <w:rsid w:val="009E6B3F"/>
    <w:rsid w:val="00A156D2"/>
    <w:rsid w:val="00A21A8C"/>
    <w:rsid w:val="00A21BC3"/>
    <w:rsid w:val="00A349F1"/>
    <w:rsid w:val="00A36447"/>
    <w:rsid w:val="00A46B01"/>
    <w:rsid w:val="00A71DC2"/>
    <w:rsid w:val="00A90F5B"/>
    <w:rsid w:val="00A92CB9"/>
    <w:rsid w:val="00AC24F9"/>
    <w:rsid w:val="00AC712C"/>
    <w:rsid w:val="00AD3A7D"/>
    <w:rsid w:val="00AD6B47"/>
    <w:rsid w:val="00AE5C0E"/>
    <w:rsid w:val="00AF0C17"/>
    <w:rsid w:val="00AF1EDF"/>
    <w:rsid w:val="00AF2143"/>
    <w:rsid w:val="00B03D8B"/>
    <w:rsid w:val="00B100E3"/>
    <w:rsid w:val="00B10E9F"/>
    <w:rsid w:val="00B23CBE"/>
    <w:rsid w:val="00B301CC"/>
    <w:rsid w:val="00B515DB"/>
    <w:rsid w:val="00B56DBA"/>
    <w:rsid w:val="00B57E0F"/>
    <w:rsid w:val="00B605FA"/>
    <w:rsid w:val="00B72CA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6926"/>
    <w:rsid w:val="00C06BEA"/>
    <w:rsid w:val="00C265FC"/>
    <w:rsid w:val="00C36E68"/>
    <w:rsid w:val="00C42806"/>
    <w:rsid w:val="00C44D39"/>
    <w:rsid w:val="00C45509"/>
    <w:rsid w:val="00C5262F"/>
    <w:rsid w:val="00C76263"/>
    <w:rsid w:val="00C80726"/>
    <w:rsid w:val="00C93AB6"/>
    <w:rsid w:val="00CA2A80"/>
    <w:rsid w:val="00CA476A"/>
    <w:rsid w:val="00CA759E"/>
    <w:rsid w:val="00CB2BAB"/>
    <w:rsid w:val="00CC4116"/>
    <w:rsid w:val="00CD7446"/>
    <w:rsid w:val="00CF31DE"/>
    <w:rsid w:val="00D10557"/>
    <w:rsid w:val="00D11D60"/>
    <w:rsid w:val="00D14EB1"/>
    <w:rsid w:val="00D1506D"/>
    <w:rsid w:val="00D16CA1"/>
    <w:rsid w:val="00D2072E"/>
    <w:rsid w:val="00D233C7"/>
    <w:rsid w:val="00D2463B"/>
    <w:rsid w:val="00D35C2F"/>
    <w:rsid w:val="00D50607"/>
    <w:rsid w:val="00D507D5"/>
    <w:rsid w:val="00D5109E"/>
    <w:rsid w:val="00D5430F"/>
    <w:rsid w:val="00D564F1"/>
    <w:rsid w:val="00D64FCC"/>
    <w:rsid w:val="00D71C6D"/>
    <w:rsid w:val="00D8102A"/>
    <w:rsid w:val="00D8365B"/>
    <w:rsid w:val="00D872EF"/>
    <w:rsid w:val="00DB23E5"/>
    <w:rsid w:val="00DB48F6"/>
    <w:rsid w:val="00DC0406"/>
    <w:rsid w:val="00DC7799"/>
    <w:rsid w:val="00DE50DD"/>
    <w:rsid w:val="00DE6F56"/>
    <w:rsid w:val="00E0249F"/>
    <w:rsid w:val="00E07978"/>
    <w:rsid w:val="00E07C92"/>
    <w:rsid w:val="00E07DD8"/>
    <w:rsid w:val="00E11F92"/>
    <w:rsid w:val="00E14F37"/>
    <w:rsid w:val="00E15B07"/>
    <w:rsid w:val="00E25DC5"/>
    <w:rsid w:val="00E3022D"/>
    <w:rsid w:val="00E3084B"/>
    <w:rsid w:val="00E31EEA"/>
    <w:rsid w:val="00E60037"/>
    <w:rsid w:val="00E652B6"/>
    <w:rsid w:val="00E66CFD"/>
    <w:rsid w:val="00E721EC"/>
    <w:rsid w:val="00E75754"/>
    <w:rsid w:val="00E86C30"/>
    <w:rsid w:val="00E87F12"/>
    <w:rsid w:val="00E90791"/>
    <w:rsid w:val="00E90C30"/>
    <w:rsid w:val="00E975B2"/>
    <w:rsid w:val="00EA3D6D"/>
    <w:rsid w:val="00EB04D6"/>
    <w:rsid w:val="00EB3182"/>
    <w:rsid w:val="00ED2065"/>
    <w:rsid w:val="00ED2736"/>
    <w:rsid w:val="00ED3A6A"/>
    <w:rsid w:val="00EF4929"/>
    <w:rsid w:val="00EF4DBC"/>
    <w:rsid w:val="00F031CC"/>
    <w:rsid w:val="00F05495"/>
    <w:rsid w:val="00F07216"/>
    <w:rsid w:val="00F25A14"/>
    <w:rsid w:val="00F27251"/>
    <w:rsid w:val="00F27895"/>
    <w:rsid w:val="00F420E5"/>
    <w:rsid w:val="00F42A05"/>
    <w:rsid w:val="00F5150F"/>
    <w:rsid w:val="00F65C85"/>
    <w:rsid w:val="00F73DA3"/>
    <w:rsid w:val="00F76D10"/>
    <w:rsid w:val="00F8191D"/>
    <w:rsid w:val="00FA3CFC"/>
    <w:rsid w:val="00FB00FA"/>
    <w:rsid w:val="00FB317B"/>
    <w:rsid w:val="00FC1BFD"/>
    <w:rsid w:val="00FC1C13"/>
    <w:rsid w:val="00FE28F8"/>
    <w:rsid w:val="00FE3B6B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68561-B187-4752-97C2-B13D1D1D9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51</TotalTime>
  <Pages>1</Pages>
  <Words>131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2017-10-17T11:32:00Z</cp:lastPrinted>
  <dcterms:created xsi:type="dcterms:W3CDTF">2018-03-27T10:50:00Z</dcterms:created>
  <dcterms:modified xsi:type="dcterms:W3CDTF">2018-03-27T11:41:00Z</dcterms:modified>
</cp:coreProperties>
</file>